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FFD14-0CC5-499A-87E7-E6AAE9D84344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